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542D843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13500B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968B603" w14:textId="6C3BEA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E0900">
        <w:rPr>
          <w:rFonts w:ascii="Corbel" w:hAnsi="Corbel" w:eastAsia="Corbel" w:cs="Corbel"/>
          <w:i/>
          <w:sz w:val="24"/>
        </w:rPr>
        <w:t>2021-2024</w:t>
      </w:r>
    </w:p>
    <w:p w:rsidR="0085747A" w:rsidP="00EA4832" w:rsidRDefault="00EA4832" w14:paraId="611B429E" w14:textId="012ECB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E0900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DD783B5" w14:textId="38CAA8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8E0900">
        <w:rPr>
          <w:rFonts w:ascii="Corbel" w:hAnsi="Corbel" w:eastAsia="Corbel" w:cs="Corbel"/>
          <w:sz w:val="24"/>
        </w:rPr>
        <w:t>2021/2022</w:t>
      </w:r>
    </w:p>
    <w:p w:rsidRPr="009C54AE" w:rsidR="0085747A" w:rsidP="009C54AE" w:rsidRDefault="0085747A" w14:paraId="7FE4AE9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309B53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BFED77C" w14:textId="77777777">
        <w:tc>
          <w:tcPr>
            <w:tcW w:w="2694" w:type="dxa"/>
            <w:vAlign w:val="center"/>
          </w:tcPr>
          <w:p w:rsidRPr="009C54AE" w:rsidR="0085747A" w:rsidP="009C54AE" w:rsidRDefault="00C05F44" w14:paraId="267AA0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E0900" w:rsidR="0085747A" w:rsidP="009C54AE" w:rsidRDefault="00DC6F0A" w14:paraId="496969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E0900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Pr="009C54AE" w:rsidR="0085747A" w:rsidTr="00B819C8" w14:paraId="04CF344D" w14:textId="77777777">
        <w:tc>
          <w:tcPr>
            <w:tcW w:w="2694" w:type="dxa"/>
            <w:vAlign w:val="center"/>
          </w:tcPr>
          <w:p w:rsidRPr="009C54AE" w:rsidR="0085747A" w:rsidP="009C54AE" w:rsidRDefault="00C05F44" w14:paraId="2A9D9C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AF1CC9" w:rsidRDefault="00AA21EB" w14:paraId="7B7CFBA7" w14:textId="737D28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1EB">
              <w:rPr>
                <w:rFonts w:ascii="Corbel" w:hAnsi="Corbel"/>
                <w:b w:val="0"/>
                <w:sz w:val="24"/>
                <w:szCs w:val="24"/>
              </w:rPr>
              <w:t>P1S[1]</w:t>
            </w:r>
            <w:r w:rsidR="007C46ED">
              <w:rPr>
                <w:rFonts w:ascii="Corbel" w:hAnsi="Corbel"/>
                <w:b w:val="0"/>
                <w:sz w:val="24"/>
                <w:szCs w:val="24"/>
              </w:rPr>
              <w:t>0_09</w:t>
            </w:r>
          </w:p>
        </w:tc>
      </w:tr>
      <w:tr w:rsidRPr="009C54AE" w:rsidR="0085747A" w:rsidTr="00B819C8" w14:paraId="4266C07B" w14:textId="77777777">
        <w:tc>
          <w:tcPr>
            <w:tcW w:w="2694" w:type="dxa"/>
            <w:vAlign w:val="center"/>
          </w:tcPr>
          <w:p w:rsidRPr="009C54AE" w:rsidR="0085747A" w:rsidP="00EA4832" w:rsidRDefault="0085747A" w14:paraId="1C16208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E4A98" w14:paraId="17EB8C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8C83DAB" w14:textId="77777777">
        <w:tc>
          <w:tcPr>
            <w:tcW w:w="2694" w:type="dxa"/>
            <w:vAlign w:val="center"/>
          </w:tcPr>
          <w:p w:rsidRPr="009C54AE" w:rsidR="0085747A" w:rsidP="009C54AE" w:rsidRDefault="0085747A" w14:paraId="7AF2F8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4531A" w14:paraId="5630CA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11B6061" w14:textId="77777777">
        <w:tc>
          <w:tcPr>
            <w:tcW w:w="2694" w:type="dxa"/>
            <w:vAlign w:val="center"/>
          </w:tcPr>
          <w:p w:rsidRPr="009C54AE" w:rsidR="0085747A" w:rsidP="009C54AE" w:rsidRDefault="0085747A" w14:paraId="24F29A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21EB" w14:paraId="0A1DB7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05B9F253" w14:textId="77777777">
        <w:tc>
          <w:tcPr>
            <w:tcW w:w="2694" w:type="dxa"/>
            <w:vAlign w:val="center"/>
          </w:tcPr>
          <w:p w:rsidRPr="009C54AE" w:rsidR="0085747A" w:rsidP="009C54AE" w:rsidRDefault="00DE4A14" w14:paraId="024D33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077D2A" w:rsidRDefault="00312E24" w14:paraId="66BD42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53185E6A" w14:textId="77777777">
        <w:tc>
          <w:tcPr>
            <w:tcW w:w="2694" w:type="dxa"/>
            <w:vAlign w:val="center"/>
          </w:tcPr>
          <w:p w:rsidRPr="009C54AE" w:rsidR="0085747A" w:rsidP="009C54AE" w:rsidRDefault="0085747A" w14:paraId="499217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D19CC" w14:paraId="04A899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56565A55" w14:textId="77777777">
        <w:tc>
          <w:tcPr>
            <w:tcW w:w="2694" w:type="dxa"/>
            <w:vAlign w:val="center"/>
          </w:tcPr>
          <w:p w:rsidRPr="009C54AE" w:rsidR="0085747A" w:rsidP="009C54AE" w:rsidRDefault="0085747A" w14:paraId="68EAE3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6546E" w14:paraId="161FA0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1BB8432F" w14:textId="77777777">
        <w:tc>
          <w:tcPr>
            <w:tcW w:w="2694" w:type="dxa"/>
            <w:vAlign w:val="center"/>
          </w:tcPr>
          <w:p w:rsidRPr="009C54AE" w:rsidR="0085747A" w:rsidP="009C54AE" w:rsidRDefault="0085747A" w14:paraId="49D441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DC6F0A" w:rsidRDefault="00DA3CC6" w14:paraId="6EF3D8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Pr="009C54AE" w:rsidR="0085747A" w:rsidTr="00B819C8" w14:paraId="3BAD4BA9" w14:textId="77777777">
        <w:tc>
          <w:tcPr>
            <w:tcW w:w="2694" w:type="dxa"/>
            <w:vAlign w:val="center"/>
          </w:tcPr>
          <w:p w:rsidRPr="009C54AE" w:rsidR="0085747A" w:rsidP="009C54AE" w:rsidRDefault="0085747A" w14:paraId="06F635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D038F" w14:paraId="2E5CDD94" w14:textId="1072D5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Pr="009C54AE" w:rsidR="00923D7D" w:rsidTr="00B819C8" w14:paraId="419D393F" w14:textId="77777777">
        <w:tc>
          <w:tcPr>
            <w:tcW w:w="2694" w:type="dxa"/>
            <w:vAlign w:val="center"/>
          </w:tcPr>
          <w:p w:rsidRPr="009C54AE" w:rsidR="00923D7D" w:rsidP="009C54AE" w:rsidRDefault="00923D7D" w14:paraId="023C64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77612C" w14:paraId="61E8F8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00B819C8" w14:paraId="38DC499F" w14:textId="77777777">
        <w:tc>
          <w:tcPr>
            <w:tcW w:w="2694" w:type="dxa"/>
            <w:vAlign w:val="center"/>
          </w:tcPr>
          <w:p w:rsidRPr="009C54AE" w:rsidR="0085747A" w:rsidP="009C54AE" w:rsidRDefault="0085747A" w14:paraId="47AA0A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97B5C" w14:paraId="6170A0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9C54AE" w:rsidR="0085747A" w:rsidTr="00B819C8" w14:paraId="3B7B3D43" w14:textId="77777777">
        <w:tc>
          <w:tcPr>
            <w:tcW w:w="2694" w:type="dxa"/>
            <w:vAlign w:val="center"/>
          </w:tcPr>
          <w:p w:rsidRPr="009C54AE" w:rsidR="0085747A" w:rsidP="009C54AE" w:rsidRDefault="0085747A" w14:paraId="760138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97B5C" w14:paraId="27DF45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9C54AE" w:rsidR="0085747A" w:rsidP="009C54AE" w:rsidRDefault="0085747A" w14:paraId="01E9F86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7EC333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B75484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D62BC5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8E0900" w14:paraId="685D1B50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15B8F" w:rsidP="008E0900" w:rsidRDefault="00015B8F" w14:paraId="3FDFA6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8E0900" w:rsidRDefault="002B5EA0" w14:paraId="01FDBA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8E0900" w:rsidRDefault="00015B8F" w14:paraId="7DF0C7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8E0900" w:rsidRDefault="00015B8F" w14:paraId="191551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8E0900" w:rsidRDefault="00015B8F" w14:paraId="61D44D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8E0900" w:rsidRDefault="00015B8F" w14:paraId="28A63F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015B8F" w14:paraId="0CCE3C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8E0900" w:rsidRDefault="00015B8F" w14:paraId="5EF6C59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8E0900" w:rsidRDefault="00015B8F" w14:paraId="3C072B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8E0900" w:rsidRDefault="00015B8F" w14:paraId="7A0FC7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8E0900" w:rsidRDefault="00015B8F" w14:paraId="4A52DF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8E0900" w14:paraId="05DF27DB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863BE9" w14:paraId="56EDAF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931C08" w14:paraId="7780AF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931C08" w14:paraId="1ED55D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7D18CD" w14:paraId="7A789C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7D18CD" w14:paraId="000E55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931C08" w14:paraId="40E3C6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931C08" w14:paraId="7D3D20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931C08" w14:paraId="2D14794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E0900" w:rsidRDefault="00931C08" w14:paraId="057DB4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C5758" w:rsidR="00015B8F" w:rsidP="008E0900" w:rsidRDefault="00D10C0D" w14:paraId="428510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923D7D" w:rsidP="009C54AE" w:rsidRDefault="00923D7D" w14:paraId="5D08BB3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30267A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E500A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863C9F" w:rsidRDefault="0085747A" w14:paraId="5FB561FD" w14:textId="77777777">
      <w:pPr>
        <w:pStyle w:val="Punktygwne"/>
        <w:pBdr>
          <w:between w:val="single" w:color="auto" w:sz="4" w:space="1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3C9F">
        <w:rPr>
          <w:rFonts w:hint="eastAsia" w:ascii="MS Gothic" w:hAnsi="MS Gothic" w:eastAsia="MS Gothic" w:cs="MS Gothic"/>
          <w:b w:val="0"/>
          <w:szCs w:val="24"/>
          <w:highlight w:val="lightGray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4C7CFF1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2535A4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2BACA0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E0900" w:rsidP="009C54AE" w:rsidRDefault="008E0900" w14:paraId="4BFED24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5911C2EF" w:rsidRDefault="002A7B98" w14:paraId="52E55AF7" w14:textId="53A65D2B" w14:noSpellErr="1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5911C2EF" w:rsidR="002A7B98">
        <w:rPr>
          <w:rFonts w:ascii="Corbel" w:hAnsi="Corbel"/>
          <w:b w:val="0"/>
          <w:bCs w:val="0"/>
        </w:rPr>
        <w:t>Zaliczenie z oceną</w:t>
      </w:r>
    </w:p>
    <w:p w:rsidR="008E0900" w:rsidP="009C54AE" w:rsidRDefault="008E0900" w14:paraId="79332CE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43DF8934" w14:textId="3B4EF2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8E0900" w:rsidP="009C54AE" w:rsidRDefault="008E0900" w14:paraId="5EC1102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B5A601A" w14:textId="77777777">
        <w:tc>
          <w:tcPr>
            <w:tcW w:w="9670" w:type="dxa"/>
          </w:tcPr>
          <w:p w:rsidRPr="009C54AE" w:rsidR="0085747A" w:rsidP="00092A4A" w:rsidRDefault="007C46ED" w14:paraId="719F67B4" w14:textId="463B4F6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biurowych na poziomie szkoły średniej</w:t>
            </w:r>
            <w:r w:rsidR="00DE6A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252574B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F33904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8336CD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7E3DEB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BE394B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CA3FE0" w:rsidTr="00923D7D" w14:paraId="325CAC2B" w14:textId="77777777">
        <w:tc>
          <w:tcPr>
            <w:tcW w:w="851" w:type="dxa"/>
            <w:vAlign w:val="center"/>
          </w:tcPr>
          <w:p w:rsidRPr="009C54AE" w:rsidR="00CA3FE0" w:rsidP="00146A1F" w:rsidRDefault="00CA3FE0" w14:paraId="34CD8EA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CA3FE0" w:rsidP="00146A1F" w:rsidRDefault="00CA3FE0" w14:paraId="4CE619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Pr="009C54AE" w:rsidR="00CA3FE0" w:rsidTr="00923D7D" w14:paraId="19F047B2" w14:textId="77777777">
        <w:tc>
          <w:tcPr>
            <w:tcW w:w="851" w:type="dxa"/>
            <w:vAlign w:val="center"/>
          </w:tcPr>
          <w:p w:rsidRPr="009C54AE" w:rsidR="00CA3FE0" w:rsidP="00146A1F" w:rsidRDefault="00CA3FE0" w14:paraId="2845C5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CA3FE0" w:rsidP="00146A1F" w:rsidRDefault="00CA3FE0" w14:paraId="17AE6F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Pr="009C54AE" w:rsidR="00CA3FE0" w:rsidTr="00923D7D" w14:paraId="390EB0F6" w14:textId="77777777">
        <w:tc>
          <w:tcPr>
            <w:tcW w:w="851" w:type="dxa"/>
            <w:vAlign w:val="center"/>
          </w:tcPr>
          <w:p w:rsidRPr="009C54AE" w:rsidR="00CA3FE0" w:rsidP="00146A1F" w:rsidRDefault="00CA3FE0" w14:paraId="31FB3B0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CA3FE0" w:rsidP="00146A1F" w:rsidRDefault="00CA3FE0" w14:paraId="0E143A5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informacji oraz z zasadami prywatności i bezpieczeństwa w sieci.</w:t>
            </w:r>
          </w:p>
        </w:tc>
      </w:tr>
      <w:tr w:rsidRPr="009C54AE" w:rsidR="00CA3FE0" w:rsidTr="00923D7D" w14:paraId="01B8BD81" w14:textId="77777777">
        <w:tc>
          <w:tcPr>
            <w:tcW w:w="851" w:type="dxa"/>
            <w:vAlign w:val="center"/>
          </w:tcPr>
          <w:p w:rsidRPr="009C54AE" w:rsidR="00CA3FE0" w:rsidP="00146A1F" w:rsidRDefault="00CA3FE0" w14:paraId="03A79E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A3FE0" w:rsidP="00146A1F" w:rsidRDefault="00CA3FE0" w14:paraId="50705D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Pr="009C54AE" w:rsidR="00CA3FE0" w:rsidTr="00923D7D" w14:paraId="51D9AA35" w14:textId="77777777">
        <w:tc>
          <w:tcPr>
            <w:tcW w:w="851" w:type="dxa"/>
            <w:vAlign w:val="center"/>
          </w:tcPr>
          <w:p w:rsidRPr="009C54AE" w:rsidR="00CA3FE0" w:rsidP="00146A1F" w:rsidRDefault="00CA3FE0" w14:paraId="274A9F8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CA3FE0" w:rsidP="00146A1F" w:rsidRDefault="00CA3FE0" w14:paraId="74D6070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:rsidRPr="009C54AE" w:rsidR="0085747A" w:rsidP="009C54AE" w:rsidRDefault="0085747A" w14:paraId="2663927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4F79A1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9DED4D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AD0BEF" w14:paraId="597D5AB6" w14:textId="77777777">
        <w:tc>
          <w:tcPr>
            <w:tcW w:w="1681" w:type="dxa"/>
            <w:vAlign w:val="center"/>
          </w:tcPr>
          <w:p w:rsidRPr="009C54AE" w:rsidR="0085747A" w:rsidP="009C54AE" w:rsidRDefault="0085747A" w14:paraId="34984B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19BB9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5E3605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AD0BEF" w14:paraId="0F16FA20" w14:textId="77777777">
        <w:tc>
          <w:tcPr>
            <w:tcW w:w="1681" w:type="dxa"/>
          </w:tcPr>
          <w:p w:rsidRPr="009C54AE" w:rsidR="0085747A" w:rsidP="009C54AE" w:rsidRDefault="0085747A" w14:paraId="390DCA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53931345" w:id="1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434BA6" w:rsidRDefault="00D16C55" w14:paraId="612B61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D14BB0">
              <w:rPr>
                <w:rFonts w:ascii="Corbel" w:hAnsi="Corbel"/>
                <w:b w:val="0"/>
                <w:smallCaps w:val="0"/>
                <w:szCs w:val="24"/>
              </w:rPr>
              <w:t xml:space="preserve">obsługiwać programy biurowe w </w:t>
            </w:r>
            <w:r w:rsidR="000522A8">
              <w:rPr>
                <w:rFonts w:ascii="Corbel" w:hAnsi="Corbel"/>
                <w:b w:val="0"/>
                <w:smallCaps w:val="0"/>
                <w:szCs w:val="24"/>
              </w:rPr>
              <w:t>stopniu</w:t>
            </w:r>
            <w:r w:rsidR="00D14BB0">
              <w:rPr>
                <w:rFonts w:ascii="Corbel" w:hAnsi="Corbel"/>
                <w:b w:val="0"/>
                <w:smallCaps w:val="0"/>
                <w:szCs w:val="24"/>
              </w:rPr>
              <w:t xml:space="preserve"> pozwalającym na opracowywanie i analizowanie danych gromadzonych przez pracowników socjalnych </w:t>
            </w:r>
            <w:r w:rsidR="00EB5AD1">
              <w:rPr>
                <w:rFonts w:ascii="Corbel" w:hAnsi="Corbel"/>
                <w:b w:val="0"/>
                <w:smallCaps w:val="0"/>
                <w:szCs w:val="24"/>
              </w:rPr>
              <w:t>w systemie pomocy społecznej.</w:t>
            </w:r>
            <w:r w:rsidR="006E16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Pr="009C54AE" w:rsidR="0085747A" w:rsidP="00434BA6" w:rsidRDefault="00D41632" w14:paraId="5859FB9F" w14:textId="16F48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7171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EB5AD1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bookmarkEnd w:id="1"/>
    </w:tbl>
    <w:p w:rsidRPr="009C54AE" w:rsidR="0085747A" w:rsidP="009C54AE" w:rsidRDefault="0085747A" w14:paraId="7F865E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0EA6CB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C594A9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88EB5A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D89C057" w14:textId="77777777">
        <w:tc>
          <w:tcPr>
            <w:tcW w:w="9639" w:type="dxa"/>
          </w:tcPr>
          <w:p w:rsidRPr="009C54AE" w:rsidR="0085747A" w:rsidP="009C54AE" w:rsidRDefault="0085747A" w14:paraId="05DCAA9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5477609A" w14:textId="77777777">
        <w:tc>
          <w:tcPr>
            <w:tcW w:w="9639" w:type="dxa"/>
          </w:tcPr>
          <w:p w:rsidRPr="009C54AE" w:rsidR="0085747A" w:rsidP="00CA7237" w:rsidRDefault="008E0900" w14:paraId="28A4C71D" w14:textId="2F953C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02C1CF3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6037073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6E7261" w:rsidP="006E7261" w:rsidRDefault="006E7261" w14:paraId="3A1D609E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9D62C3" w:rsidTr="007124ED" w14:paraId="515BA31A" w14:textId="77777777">
        <w:tc>
          <w:tcPr>
            <w:tcW w:w="9639" w:type="dxa"/>
          </w:tcPr>
          <w:p w:rsidRPr="009C54AE" w:rsidR="009D62C3" w:rsidP="007124ED" w:rsidRDefault="009D62C3" w14:paraId="1410536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B0501" w:rsidTr="007124ED" w14:paraId="146EE210" w14:textId="77777777">
        <w:tc>
          <w:tcPr>
            <w:tcW w:w="9639" w:type="dxa"/>
          </w:tcPr>
          <w:p w:rsidRPr="009C54AE" w:rsidR="000B0501" w:rsidP="00146A1F" w:rsidRDefault="000B0501" w14:paraId="438D07BE" w14:textId="77777777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Pr="009C54AE" w:rsidR="000B0501" w:rsidTr="007124ED" w14:paraId="32F71246" w14:textId="77777777">
        <w:tc>
          <w:tcPr>
            <w:tcW w:w="9639" w:type="dxa"/>
          </w:tcPr>
          <w:p w:rsidRPr="00864BFD" w:rsidR="000B0501" w:rsidP="00146A1F" w:rsidRDefault="000B0501" w14:paraId="7CE331B6" w14:textId="77777777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Pr="009C54AE" w:rsidR="000B0501" w:rsidTr="007124ED" w14:paraId="3F6D57A9" w14:textId="77777777">
        <w:tc>
          <w:tcPr>
            <w:tcW w:w="9639" w:type="dxa"/>
          </w:tcPr>
          <w:p w:rsidRPr="00864BFD" w:rsidR="000B0501" w:rsidP="00146A1F" w:rsidRDefault="000B0501" w14:paraId="4B84C459" w14:textId="77777777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lastRenderedPageBreak/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Pr="009C54AE" w:rsidR="000B0501" w:rsidTr="007124ED" w14:paraId="0E919BAF" w14:textId="77777777">
        <w:tc>
          <w:tcPr>
            <w:tcW w:w="9639" w:type="dxa"/>
          </w:tcPr>
          <w:p w:rsidRPr="00406F5F" w:rsidR="000B0501" w:rsidP="00146A1F" w:rsidRDefault="000B0501" w14:paraId="60C8B341" w14:textId="77777777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Pr="009C54AE" w:rsidR="000B0501" w:rsidTr="007124ED" w14:paraId="54844BFF" w14:textId="77777777">
        <w:tc>
          <w:tcPr>
            <w:tcW w:w="9639" w:type="dxa"/>
          </w:tcPr>
          <w:p w:rsidRPr="00406F5F" w:rsidR="000B0501" w:rsidP="00146A1F" w:rsidRDefault="000B0501" w14:paraId="030E3E9A" w14:textId="77777777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 xml:space="preserve">MS Excel. Tworzenie tabel i wykresów, segregacja danych. Formuły i funkcje. Wykorzystanie arkusza jako narzędzia pomocnego w </w:t>
            </w:r>
            <w:r>
              <w:rPr>
                <w:rFonts w:ascii="Corbel" w:hAnsi="Corbel"/>
                <w:kern w:val="24"/>
              </w:rPr>
              <w:t>pracy socjalnej</w:t>
            </w:r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Pr="009C54AE" w:rsidR="000B0501" w:rsidTr="007124ED" w14:paraId="0F384DC1" w14:textId="77777777">
        <w:tc>
          <w:tcPr>
            <w:tcW w:w="9639" w:type="dxa"/>
          </w:tcPr>
          <w:p w:rsidRPr="00406F5F" w:rsidR="000B0501" w:rsidP="00146A1F" w:rsidRDefault="000B0501" w14:paraId="72645C5D" w14:textId="77777777">
            <w:pPr>
              <w:pStyle w:val="Akapitzlist"/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</w:t>
            </w:r>
            <w:proofErr w:type="spellStart"/>
            <w:r w:rsidRPr="00406F5F">
              <w:rPr>
                <w:rFonts w:ascii="Corbel" w:hAnsi="Corbel"/>
                <w:kern w:val="24"/>
              </w:rPr>
              <w:t>ppt</w:t>
            </w:r>
            <w:proofErr w:type="spellEnd"/>
            <w:r w:rsidRPr="00406F5F">
              <w:rPr>
                <w:rFonts w:ascii="Corbel" w:hAnsi="Corbel"/>
                <w:kern w:val="24"/>
              </w:rPr>
              <w:t xml:space="preserve"> lub .</w:t>
            </w:r>
            <w:proofErr w:type="spellStart"/>
            <w:r w:rsidRPr="00406F5F">
              <w:rPr>
                <w:rFonts w:ascii="Corbel" w:hAnsi="Corbel"/>
                <w:kern w:val="24"/>
              </w:rPr>
              <w:t>pptx</w:t>
            </w:r>
            <w:proofErr w:type="spellEnd"/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Pr="009C54AE" w:rsidR="000B0501" w:rsidTr="007124ED" w14:paraId="1F81D82A" w14:textId="77777777">
        <w:tc>
          <w:tcPr>
            <w:tcW w:w="9639" w:type="dxa"/>
          </w:tcPr>
          <w:p w:rsidRPr="00406F5F" w:rsidR="000B0501" w:rsidP="00146A1F" w:rsidRDefault="000B0501" w14:paraId="7E0BA33A" w14:textId="77777777">
            <w:pPr>
              <w:pStyle w:val="Akapitzlist"/>
              <w:spacing w:after="0" w:line="240" w:lineRule="auto"/>
              <w:ind w:left="176"/>
              <w:rPr>
                <w:rFonts w:ascii="Corbel" w:hAnsi="Corbe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Praca </w:t>
            </w:r>
            <w:r>
              <w:rPr>
                <w:rFonts w:ascii="Corbel" w:hAnsi="Corbel" w:cs="Arial"/>
                <w:kern w:val="24"/>
              </w:rPr>
              <w:t>z internetem</w:t>
            </w:r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Pr="009C54AE" w:rsidR="000B0501" w:rsidTr="007124ED" w14:paraId="0866AB59" w14:textId="77777777">
        <w:tc>
          <w:tcPr>
            <w:tcW w:w="9639" w:type="dxa"/>
          </w:tcPr>
          <w:p w:rsidRPr="00406F5F" w:rsidR="000B0501" w:rsidP="00146A1F" w:rsidRDefault="000B0501" w14:paraId="534E92E8" w14:textId="77777777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:rsidR="00863A8A" w:rsidP="009C54AE" w:rsidRDefault="00863A8A" w14:paraId="65C819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4882398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042AB8" w:rsidR="0085747A" w:rsidP="009C54AE" w:rsidRDefault="0085747A" w14:paraId="1FD6413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42AB8" w:rsidR="00042AB8" w:rsidP="00042AB8" w:rsidRDefault="004F0C07" w14:paraId="79912C41" w14:textId="057BE317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Prezentacja, praca własna studenta</w:t>
      </w:r>
      <w:r w:rsidR="004A7C3F">
        <w:rPr>
          <w:rFonts w:ascii="Corbel" w:hAnsi="Corbel"/>
          <w:sz w:val="24"/>
          <w:szCs w:val="24"/>
        </w:rPr>
        <w:t xml:space="preserve"> według zadanych kryteriów.</w:t>
      </w:r>
    </w:p>
    <w:p w:rsidRPr="009C54AE" w:rsidR="0085747A" w:rsidP="009C54AE" w:rsidRDefault="00C61DC5" w14:paraId="515B9FD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30EE5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D8636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0F56E5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EB5AD1" w14:paraId="2508FEC3" w14:textId="77777777">
        <w:tc>
          <w:tcPr>
            <w:tcW w:w="1962" w:type="dxa"/>
            <w:vAlign w:val="center"/>
          </w:tcPr>
          <w:p w:rsidRPr="009C54AE" w:rsidR="0085747A" w:rsidP="009C54AE" w:rsidRDefault="0071620A" w14:paraId="32962C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62DC6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53688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80E86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0407D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819D9" w:rsidTr="00EB5AD1" w14:paraId="0D1552AB" w14:textId="77777777">
        <w:tc>
          <w:tcPr>
            <w:tcW w:w="1962" w:type="dxa"/>
          </w:tcPr>
          <w:p w:rsidRPr="009C54AE" w:rsidR="002819D9" w:rsidP="009C54AE" w:rsidRDefault="002819D9" w14:paraId="65223F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Pr="009C54AE" w:rsidR="002819D9" w:rsidP="00E64B58" w:rsidRDefault="00897286" w14:paraId="6DE828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17" w:type="dxa"/>
          </w:tcPr>
          <w:p w:rsidRPr="009C54AE" w:rsidR="002819D9" w:rsidP="009C54AE" w:rsidRDefault="002213D7" w14:paraId="7E653E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(Lab.)</w:t>
            </w:r>
          </w:p>
        </w:tc>
      </w:tr>
    </w:tbl>
    <w:p w:rsidRPr="009C54AE" w:rsidR="00923D7D" w:rsidP="009C54AE" w:rsidRDefault="00923D7D" w14:paraId="061133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CF0A27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69687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8930855" w14:textId="77777777">
        <w:tc>
          <w:tcPr>
            <w:tcW w:w="9670" w:type="dxa"/>
          </w:tcPr>
          <w:p w:rsidR="00891F5D" w:rsidP="002833E9" w:rsidRDefault="00962B61" w14:paraId="27C8D2CC" w14:textId="1ADF34D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Prawidłowe wykonanie projektów praktycznych</w:t>
            </w:r>
            <w:r w:rsidR="007D69D8">
              <w:rPr>
                <w:rFonts w:ascii="Corbel" w:hAnsi="Corbel"/>
                <w:b w:val="0"/>
                <w:smallCaps w:val="0"/>
                <w:szCs w:val="24"/>
              </w:rPr>
              <w:t xml:space="preserve"> (zada</w:t>
            </w:r>
            <w:r w:rsidR="002E2964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7D69D8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="002E2964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  <w:r w:rsidR="00FE58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5151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584B">
              <w:rPr>
                <w:rFonts w:ascii="Corbel" w:hAnsi="Corbel"/>
                <w:b w:val="0"/>
                <w:smallCaps w:val="0"/>
                <w:szCs w:val="24"/>
              </w:rPr>
              <w:t>0%)</w:t>
            </w:r>
          </w:p>
          <w:p w:rsidRPr="009C54AE" w:rsidR="00533C3E" w:rsidP="002833E9" w:rsidRDefault="00533C3E" w14:paraId="5E4BAF5A" w14:textId="4A98E44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 w:rsidR="00FE58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5B62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bookmarkStart w:name="_GoBack" w:id="2"/>
            <w:bookmarkEnd w:id="2"/>
            <w:r w:rsidR="00FE584B">
              <w:rPr>
                <w:rFonts w:ascii="Corbel" w:hAnsi="Corbel"/>
                <w:b w:val="0"/>
                <w:smallCaps w:val="0"/>
                <w:szCs w:val="24"/>
              </w:rPr>
              <w:t>0%)</w:t>
            </w:r>
          </w:p>
        </w:tc>
      </w:tr>
    </w:tbl>
    <w:p w:rsidRPr="009C54AE" w:rsidR="0085747A" w:rsidP="009C54AE" w:rsidRDefault="0085747A" w14:paraId="5BB369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760E" w:rsidRDefault="00D9760E" w14:paraId="0CDB0F82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Pr="009C54AE" w:rsidR="009F4610" w:rsidP="004F4A82" w:rsidRDefault="0085747A" w14:paraId="4AEE969D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E14DB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BB93C0A" w14:textId="77777777">
        <w:tc>
          <w:tcPr>
            <w:tcW w:w="4962" w:type="dxa"/>
            <w:vAlign w:val="center"/>
          </w:tcPr>
          <w:p w:rsidRPr="009C54AE" w:rsidR="0085747A" w:rsidP="009C54AE" w:rsidRDefault="00C61DC5" w14:paraId="412A2F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9760E" w:rsidR="0085747A" w:rsidP="009C54AE" w:rsidRDefault="00C61DC5" w14:paraId="0A68A61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9760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9760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C5FC44B" w14:textId="77777777">
        <w:tc>
          <w:tcPr>
            <w:tcW w:w="4962" w:type="dxa"/>
          </w:tcPr>
          <w:p w:rsidRPr="009C54AE" w:rsidR="0085747A" w:rsidP="009C54AE" w:rsidRDefault="00C61DC5" w14:paraId="3C412A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9760E" w:rsidR="0085747A" w:rsidP="009C54AE" w:rsidRDefault="00D9760E" w14:paraId="2B07FC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6003B1E" w14:textId="77777777">
        <w:tc>
          <w:tcPr>
            <w:tcW w:w="4962" w:type="dxa"/>
          </w:tcPr>
          <w:p w:rsidRPr="009C54AE" w:rsidR="00C61DC5" w:rsidP="009C54AE" w:rsidRDefault="00C61DC5" w14:paraId="30FA50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DE893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D9760E" w:rsidR="00C61DC5" w:rsidP="009C54AE" w:rsidRDefault="005B0FC4" w14:paraId="2E769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9C54AE" w:rsidR="00C61DC5" w:rsidTr="00923D7D" w14:paraId="2E0228FC" w14:textId="77777777">
        <w:tc>
          <w:tcPr>
            <w:tcW w:w="4962" w:type="dxa"/>
          </w:tcPr>
          <w:p w:rsidRPr="009C54AE" w:rsidR="0071620A" w:rsidP="009C54AE" w:rsidRDefault="00C61DC5" w14:paraId="21E8A9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75C2C33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D9760E" w:rsidR="00C61DC5" w:rsidP="00CE1FAF" w:rsidRDefault="005B0FC4" w14:paraId="4BC70B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9C54AE" w:rsidR="0085747A" w:rsidTr="00923D7D" w14:paraId="33881BC4" w14:textId="77777777">
        <w:tc>
          <w:tcPr>
            <w:tcW w:w="4962" w:type="dxa"/>
          </w:tcPr>
          <w:p w:rsidRPr="009C54AE" w:rsidR="0085747A" w:rsidP="009C54AE" w:rsidRDefault="0085747A" w14:paraId="23EB10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9760E" w:rsidR="0085747A" w:rsidP="009C54AE" w:rsidRDefault="005B0FC4" w14:paraId="0BD2DD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3FF3C952" w14:textId="77777777">
        <w:tc>
          <w:tcPr>
            <w:tcW w:w="4962" w:type="dxa"/>
          </w:tcPr>
          <w:p w:rsidRPr="009C54AE" w:rsidR="0085747A" w:rsidP="009C54AE" w:rsidRDefault="0085747A" w14:paraId="079E04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9760E" w:rsidR="0085747A" w:rsidP="009C54AE" w:rsidRDefault="00D9760E" w14:paraId="5428E5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85747A" w:rsidP="009C54AE" w:rsidRDefault="00923D7D" w14:paraId="067F32E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D048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977FB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AF0BA8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E0900" w:rsidTr="0071620A" w14:paraId="6500A520" w14:textId="77777777">
        <w:trPr>
          <w:trHeight w:val="397"/>
        </w:trPr>
        <w:tc>
          <w:tcPr>
            <w:tcW w:w="3544" w:type="dxa"/>
          </w:tcPr>
          <w:p w:rsidRPr="009C54AE" w:rsidR="008E0900" w:rsidP="008E0900" w:rsidRDefault="008E0900" w14:paraId="203082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E0900" w:rsidP="008E0900" w:rsidRDefault="008E0900" w14:paraId="00129C3E" w14:textId="2A9AB71F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A146B">
              <w:t>Nie dotyczy</w:t>
            </w:r>
          </w:p>
        </w:tc>
      </w:tr>
      <w:tr w:rsidRPr="009C54AE" w:rsidR="008E0900" w:rsidTr="0071620A" w14:paraId="1DAB58E3" w14:textId="77777777">
        <w:trPr>
          <w:trHeight w:val="397"/>
        </w:trPr>
        <w:tc>
          <w:tcPr>
            <w:tcW w:w="3544" w:type="dxa"/>
          </w:tcPr>
          <w:p w:rsidRPr="009C54AE" w:rsidR="008E0900" w:rsidP="008E0900" w:rsidRDefault="008E0900" w14:paraId="64CBB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E0900" w:rsidP="008E0900" w:rsidRDefault="008E0900" w14:paraId="76FB319D" w14:textId="39CD0351">
            <w:pPr>
              <w:rPr>
                <w:rFonts w:ascii="Corbel" w:hAnsi="Corbel"/>
                <w:b/>
                <w:smallCaps/>
                <w:szCs w:val="24"/>
              </w:rPr>
            </w:pPr>
            <w:r w:rsidRPr="006A146B">
              <w:t>Nie dotyczy</w:t>
            </w:r>
          </w:p>
        </w:tc>
      </w:tr>
    </w:tbl>
    <w:p w:rsidRPr="009C54AE" w:rsidR="003E1941" w:rsidP="009C54AE" w:rsidRDefault="003E1941" w14:paraId="517DB1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E1E3E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95E5F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0DC219BD" w14:textId="77777777">
        <w:trPr>
          <w:trHeight w:val="397"/>
        </w:trPr>
        <w:tc>
          <w:tcPr>
            <w:tcW w:w="7513" w:type="dxa"/>
          </w:tcPr>
          <w:p w:rsidR="00E02C28" w:rsidP="009C54AE" w:rsidRDefault="0085747A" w14:paraId="44791894" w14:textId="77777777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02C28">
              <w:t xml:space="preserve"> </w:t>
            </w:r>
          </w:p>
          <w:p w:rsidR="00FE41EE" w:rsidP="00FE41EE" w:rsidRDefault="00180F24" w14:paraId="74B0C90B" w14:textId="626B6E4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="00373A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Szeliga</w:t>
            </w:r>
            <w:r w:rsidR="00373A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(2013). </w:t>
            </w: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33401" w:rsidR="00FE41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ABC systemu Windows 8 PL</w:t>
            </w:r>
            <w:r w:rsidR="00956B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33401" w:rsidR="00FE41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 : Wydawnictwo Helion</w:t>
            </w:r>
            <w:r w:rsidR="00956B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C767F" w:rsidP="00FE41EE" w:rsidRDefault="001B5025" w14:paraId="6AC3ADD3" w14:textId="5F4DF4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C7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(2016).</w:t>
            </w:r>
            <w:r w:rsidRPr="00EC7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C767F" w:rsidR="00EC7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ABC MS Office 2016 PL</w:t>
            </w:r>
            <w:r w:rsidR="00A02B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C86C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A4D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</w:t>
            </w:r>
            <w:r w:rsidR="00C86C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A04A73" w:rsidR="00E10F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="00E10F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86C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 w:rsidR="00A02B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E41EE" w:rsidP="00FE41EE" w:rsidRDefault="000D4BE4" w14:paraId="345D8ACC" w14:textId="21E7A20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Żarowska-Mazur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Węglarz</w:t>
            </w:r>
            <w:r w:rsidR="004E10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8E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4A73" w:rsidR="00FE41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Office 2010 : praktyczny kurs : PowerPoint 2010, Word 2010, Excel 2010, Access 2010</w:t>
            </w:r>
            <w:r w:rsidR="008E3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A04A73" w:rsidR="00FE41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Naukowe PWN</w:t>
            </w:r>
            <w:r w:rsidR="00D438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1C4A1E" w:rsidP="00FE41EE" w:rsidRDefault="0010598E" w14:paraId="03A28B2E" w14:textId="35447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95F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Robbins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 (2021).</w:t>
            </w:r>
            <w:r w:rsidRPr="00E95F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5FCF" w:rsidR="00E95F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Projektowanie stron internetowych : przewodnik dla początkujących webmasterów po HTMLS, CSS3 i grafice</w:t>
            </w:r>
            <w:r w:rsidR="00A019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3461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Gliwice: </w:t>
            </w:r>
            <w:r w:rsidR="00216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="00602B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Helion.</w:t>
            </w:r>
          </w:p>
        </w:tc>
      </w:tr>
      <w:tr w:rsidRPr="009C54AE" w:rsidR="0085747A" w:rsidTr="0071620A" w14:paraId="33478F43" w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6A6219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E65604" w:rsidR="00FE41EE" w:rsidP="00FE41EE" w:rsidRDefault="00807867" w14:paraId="09C7D66F" w14:textId="6B0D395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Wróblewski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(2011). </w:t>
            </w:r>
            <w:r w:rsidRPr="000706C7" w:rsidR="00FE41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MS Office 2010 PL w biurze i nie tylko</w:t>
            </w:r>
            <w:r w:rsidR="0068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0706C7" w:rsidR="00FE41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Gliwice: Helion</w:t>
            </w:r>
            <w:r w:rsidR="0068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0706C7" w:rsidR="00E65604" w:rsidP="00FE41EE" w:rsidRDefault="00D42036" w14:paraId="156743D3" w14:textId="08FBD04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604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(2015). </w:t>
            </w:r>
            <w:r w:rsidRPr="00E65604" w:rsidR="00E65604">
              <w:rPr>
                <w:rFonts w:ascii="Corbel" w:hAnsi="Corbel"/>
                <w:b w:val="0"/>
                <w:smallCaps w:val="0"/>
                <w:szCs w:val="24"/>
              </w:rPr>
              <w:t>HTML5 i CSS3 : definicja nowoczesności</w:t>
            </w:r>
            <w:r w:rsidR="004A35B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656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745E9" w:rsidR="003745E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3745E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3745E9" w:rsidR="003745E9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</w:t>
            </w:r>
            <w:r w:rsidR="004A35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22B98" w:rsidP="00FE41EE" w:rsidRDefault="006C7C20" w14:paraId="6910D35E" w14:textId="10926E8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w:history="1" r:id="rId11">
              <w:r w:rsidRPr="00A907B0" w:rsidR="002477C8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http://www.kurshtml.edu.pl/html/zielony.html</w:t>
              </w:r>
            </w:hyperlink>
          </w:p>
          <w:p w:rsidR="002477C8" w:rsidP="00FE41EE" w:rsidRDefault="00FD43C9" w14:paraId="59660D21" w14:textId="0EC5DC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Garwol</w:t>
            </w:r>
            <w:r w:rsidR="000C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="008642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(2019).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Rola technologii informacyjno-komunikacyjnych w aktywizowaniu osób z niepełnosprawnościami [w:] Dydaktyka informatyki, nr 14, Rzeszów</w:t>
            </w:r>
            <w:r w:rsidR="006B2F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Uniwersytet Rzeszowski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30-41.</w:t>
            </w:r>
          </w:p>
          <w:p w:rsidRPr="005C6A41" w:rsidR="00FD43C9" w:rsidP="00FE41EE" w:rsidRDefault="00FD43C9" w14:paraId="527A276E" w14:textId="5EFCB3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Garwol K</w:t>
            </w:r>
            <w:r w:rsidR="004755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(2019).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Stopień umiejętności korzystania z technologii cyfrowych a wykluczenie społeczne na przykładzie osób 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niepełnosprawnych, starszych i ubogich [w:] Nierówności Społeczne a Wzrost Gospodarczy, nr 58, Rzeszów</w:t>
            </w:r>
            <w:r w:rsidR="00E93A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Uniwersytet Rzeszowski</w:t>
            </w:r>
            <w:r w:rsidRPr="00FD4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47-68.</w:t>
            </w:r>
          </w:p>
        </w:tc>
      </w:tr>
    </w:tbl>
    <w:p w:rsidRPr="009C54AE" w:rsidR="0085747A" w:rsidP="009C54AE" w:rsidRDefault="0085747A" w14:paraId="5B4FD12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018DB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4B25EB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C20" w:rsidP="00C16ABF" w:rsidRDefault="006C7C20" w14:paraId="0DF87B07" w14:textId="77777777">
      <w:pPr>
        <w:spacing w:after="0" w:line="240" w:lineRule="auto"/>
      </w:pPr>
      <w:r>
        <w:separator/>
      </w:r>
    </w:p>
  </w:endnote>
  <w:endnote w:type="continuationSeparator" w:id="0">
    <w:p w:rsidR="006C7C20" w:rsidP="00C16ABF" w:rsidRDefault="006C7C20" w14:paraId="29DB5F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C20" w:rsidP="00C16ABF" w:rsidRDefault="006C7C20" w14:paraId="185AAA1E" w14:textId="77777777">
      <w:pPr>
        <w:spacing w:after="0" w:line="240" w:lineRule="auto"/>
      </w:pPr>
      <w:r>
        <w:separator/>
      </w:r>
    </w:p>
  </w:footnote>
  <w:footnote w:type="continuationSeparator" w:id="0">
    <w:p w:rsidR="006C7C20" w:rsidP="00C16ABF" w:rsidRDefault="006C7C20" w14:paraId="63E2084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757F17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1A4"/>
    <w:rsid w:val="00015B8F"/>
    <w:rsid w:val="0002282C"/>
    <w:rsid w:val="00022ECE"/>
    <w:rsid w:val="00024B74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522A8"/>
    <w:rsid w:val="00061619"/>
    <w:rsid w:val="00065242"/>
    <w:rsid w:val="00070ED6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0501"/>
    <w:rsid w:val="000B192D"/>
    <w:rsid w:val="000B28EE"/>
    <w:rsid w:val="000B3E37"/>
    <w:rsid w:val="000B473F"/>
    <w:rsid w:val="000C4ED3"/>
    <w:rsid w:val="000D04B0"/>
    <w:rsid w:val="000D1134"/>
    <w:rsid w:val="000D4BE4"/>
    <w:rsid w:val="000D4CA8"/>
    <w:rsid w:val="000E721E"/>
    <w:rsid w:val="000F1C57"/>
    <w:rsid w:val="000F5615"/>
    <w:rsid w:val="000F746E"/>
    <w:rsid w:val="0010598E"/>
    <w:rsid w:val="0011579B"/>
    <w:rsid w:val="00116744"/>
    <w:rsid w:val="00116F6E"/>
    <w:rsid w:val="00124BFF"/>
    <w:rsid w:val="0012560E"/>
    <w:rsid w:val="00127108"/>
    <w:rsid w:val="001273C1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80F24"/>
    <w:rsid w:val="00192F37"/>
    <w:rsid w:val="0019379B"/>
    <w:rsid w:val="001A70D2"/>
    <w:rsid w:val="001B013A"/>
    <w:rsid w:val="001B5025"/>
    <w:rsid w:val="001C4A1E"/>
    <w:rsid w:val="001C4D2A"/>
    <w:rsid w:val="001C57E4"/>
    <w:rsid w:val="001D657B"/>
    <w:rsid w:val="001D7B54"/>
    <w:rsid w:val="001E0209"/>
    <w:rsid w:val="001E4341"/>
    <w:rsid w:val="001F29F6"/>
    <w:rsid w:val="001F2CA2"/>
    <w:rsid w:val="001F437A"/>
    <w:rsid w:val="001F495A"/>
    <w:rsid w:val="0020142A"/>
    <w:rsid w:val="00203C14"/>
    <w:rsid w:val="002144C0"/>
    <w:rsid w:val="0021533C"/>
    <w:rsid w:val="00215360"/>
    <w:rsid w:val="00216B27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477C8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A7B98"/>
    <w:rsid w:val="002B0A78"/>
    <w:rsid w:val="002B3D85"/>
    <w:rsid w:val="002B4D55"/>
    <w:rsid w:val="002B5D43"/>
    <w:rsid w:val="002B5EA0"/>
    <w:rsid w:val="002B6119"/>
    <w:rsid w:val="002C1F06"/>
    <w:rsid w:val="002C204C"/>
    <w:rsid w:val="002C48F5"/>
    <w:rsid w:val="002D3375"/>
    <w:rsid w:val="002D434E"/>
    <w:rsid w:val="002D5D86"/>
    <w:rsid w:val="002D73D4"/>
    <w:rsid w:val="002E2964"/>
    <w:rsid w:val="002F02A3"/>
    <w:rsid w:val="002F0848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90B"/>
    <w:rsid w:val="003343CF"/>
    <w:rsid w:val="003361D4"/>
    <w:rsid w:val="003409FC"/>
    <w:rsid w:val="0034615A"/>
    <w:rsid w:val="00346FE9"/>
    <w:rsid w:val="0034759A"/>
    <w:rsid w:val="003503F6"/>
    <w:rsid w:val="003530DD"/>
    <w:rsid w:val="00363F78"/>
    <w:rsid w:val="003643CF"/>
    <w:rsid w:val="00366D1E"/>
    <w:rsid w:val="00373A12"/>
    <w:rsid w:val="003745E9"/>
    <w:rsid w:val="00376A02"/>
    <w:rsid w:val="00393883"/>
    <w:rsid w:val="00393F57"/>
    <w:rsid w:val="00396E56"/>
    <w:rsid w:val="00397796"/>
    <w:rsid w:val="003A0A5B"/>
    <w:rsid w:val="003A1176"/>
    <w:rsid w:val="003B4007"/>
    <w:rsid w:val="003C0BAE"/>
    <w:rsid w:val="003C3BFA"/>
    <w:rsid w:val="003C3F40"/>
    <w:rsid w:val="003D18A9"/>
    <w:rsid w:val="003D3D2B"/>
    <w:rsid w:val="003D3FD1"/>
    <w:rsid w:val="003D62C7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03DB1"/>
    <w:rsid w:val="00412291"/>
    <w:rsid w:val="00414E3C"/>
    <w:rsid w:val="004152A6"/>
    <w:rsid w:val="00415A38"/>
    <w:rsid w:val="0042244A"/>
    <w:rsid w:val="00423C9D"/>
    <w:rsid w:val="0042745A"/>
    <w:rsid w:val="00431D5C"/>
    <w:rsid w:val="00434BA6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6650C"/>
    <w:rsid w:val="004706D1"/>
    <w:rsid w:val="00471326"/>
    <w:rsid w:val="004719B4"/>
    <w:rsid w:val="00474086"/>
    <w:rsid w:val="00474F08"/>
    <w:rsid w:val="004755AF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5B5"/>
    <w:rsid w:val="004A3EEA"/>
    <w:rsid w:val="004A4D1F"/>
    <w:rsid w:val="004A7C3F"/>
    <w:rsid w:val="004B1E88"/>
    <w:rsid w:val="004B6CB8"/>
    <w:rsid w:val="004C55BD"/>
    <w:rsid w:val="004D0548"/>
    <w:rsid w:val="004D1883"/>
    <w:rsid w:val="004D5282"/>
    <w:rsid w:val="004E1087"/>
    <w:rsid w:val="004F0C07"/>
    <w:rsid w:val="004F1551"/>
    <w:rsid w:val="004F293B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327F"/>
    <w:rsid w:val="005A4DB3"/>
    <w:rsid w:val="005A5429"/>
    <w:rsid w:val="005A5E37"/>
    <w:rsid w:val="005A62F3"/>
    <w:rsid w:val="005B0FC4"/>
    <w:rsid w:val="005B325D"/>
    <w:rsid w:val="005B4D92"/>
    <w:rsid w:val="005B626C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448B"/>
    <w:rsid w:val="005D5161"/>
    <w:rsid w:val="005E2AB8"/>
    <w:rsid w:val="005E4A98"/>
    <w:rsid w:val="005E6E85"/>
    <w:rsid w:val="005E7BBD"/>
    <w:rsid w:val="005F31D2"/>
    <w:rsid w:val="00601DBB"/>
    <w:rsid w:val="00602BC6"/>
    <w:rsid w:val="00606044"/>
    <w:rsid w:val="0061029B"/>
    <w:rsid w:val="00610BF7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1EC3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1CBD"/>
    <w:rsid w:val="006850D5"/>
    <w:rsid w:val="00690C61"/>
    <w:rsid w:val="00696477"/>
    <w:rsid w:val="006A24DA"/>
    <w:rsid w:val="006B2F3D"/>
    <w:rsid w:val="006C6B74"/>
    <w:rsid w:val="006C7341"/>
    <w:rsid w:val="006C7C20"/>
    <w:rsid w:val="006D050F"/>
    <w:rsid w:val="006D6139"/>
    <w:rsid w:val="006D7D70"/>
    <w:rsid w:val="006E1605"/>
    <w:rsid w:val="006E471C"/>
    <w:rsid w:val="006E5D65"/>
    <w:rsid w:val="006E7261"/>
    <w:rsid w:val="006E7DEE"/>
    <w:rsid w:val="006F062D"/>
    <w:rsid w:val="006F1282"/>
    <w:rsid w:val="006F1FBC"/>
    <w:rsid w:val="006F31E2"/>
    <w:rsid w:val="006F3426"/>
    <w:rsid w:val="0070419C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4608"/>
    <w:rsid w:val="0073483A"/>
    <w:rsid w:val="00745302"/>
    <w:rsid w:val="007461D6"/>
    <w:rsid w:val="00746EC8"/>
    <w:rsid w:val="00753B01"/>
    <w:rsid w:val="007570C6"/>
    <w:rsid w:val="00761B56"/>
    <w:rsid w:val="00762D66"/>
    <w:rsid w:val="00763604"/>
    <w:rsid w:val="00763BF1"/>
    <w:rsid w:val="007668C8"/>
    <w:rsid w:val="00766FD4"/>
    <w:rsid w:val="00767E7F"/>
    <w:rsid w:val="0077171B"/>
    <w:rsid w:val="00775345"/>
    <w:rsid w:val="0077612C"/>
    <w:rsid w:val="0078168C"/>
    <w:rsid w:val="00781F5E"/>
    <w:rsid w:val="00787C2A"/>
    <w:rsid w:val="00790E27"/>
    <w:rsid w:val="00795619"/>
    <w:rsid w:val="007A3E77"/>
    <w:rsid w:val="007A4022"/>
    <w:rsid w:val="007A6E6E"/>
    <w:rsid w:val="007B0B42"/>
    <w:rsid w:val="007B41E7"/>
    <w:rsid w:val="007B766F"/>
    <w:rsid w:val="007C2B1B"/>
    <w:rsid w:val="007C2D43"/>
    <w:rsid w:val="007C3299"/>
    <w:rsid w:val="007C3BCC"/>
    <w:rsid w:val="007C4546"/>
    <w:rsid w:val="007C46ED"/>
    <w:rsid w:val="007C4CF7"/>
    <w:rsid w:val="007D0618"/>
    <w:rsid w:val="007D13DD"/>
    <w:rsid w:val="007D18CD"/>
    <w:rsid w:val="007D19CC"/>
    <w:rsid w:val="007D69D8"/>
    <w:rsid w:val="007D6E56"/>
    <w:rsid w:val="007E023A"/>
    <w:rsid w:val="007E4F46"/>
    <w:rsid w:val="007E5C50"/>
    <w:rsid w:val="007F4155"/>
    <w:rsid w:val="00807867"/>
    <w:rsid w:val="00812AF7"/>
    <w:rsid w:val="0081554D"/>
    <w:rsid w:val="0081707E"/>
    <w:rsid w:val="008213BC"/>
    <w:rsid w:val="008232EE"/>
    <w:rsid w:val="008374D8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4258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A7D1B"/>
    <w:rsid w:val="008B123D"/>
    <w:rsid w:val="008C0CC0"/>
    <w:rsid w:val="008C19A9"/>
    <w:rsid w:val="008C379D"/>
    <w:rsid w:val="008C48BD"/>
    <w:rsid w:val="008C5147"/>
    <w:rsid w:val="008C5359"/>
    <w:rsid w:val="008C5363"/>
    <w:rsid w:val="008C7E92"/>
    <w:rsid w:val="008D3DFB"/>
    <w:rsid w:val="008D4442"/>
    <w:rsid w:val="008D60FD"/>
    <w:rsid w:val="008D75D6"/>
    <w:rsid w:val="008E0900"/>
    <w:rsid w:val="008E38D0"/>
    <w:rsid w:val="008E5015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56B62"/>
    <w:rsid w:val="00962B61"/>
    <w:rsid w:val="00966E56"/>
    <w:rsid w:val="0098489A"/>
    <w:rsid w:val="00985708"/>
    <w:rsid w:val="0099183B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D7D05"/>
    <w:rsid w:val="009E0543"/>
    <w:rsid w:val="009E3B41"/>
    <w:rsid w:val="009F1741"/>
    <w:rsid w:val="009F3C5C"/>
    <w:rsid w:val="009F41C6"/>
    <w:rsid w:val="009F4610"/>
    <w:rsid w:val="009F5D6D"/>
    <w:rsid w:val="009F6814"/>
    <w:rsid w:val="00A00ECC"/>
    <w:rsid w:val="00A019E3"/>
    <w:rsid w:val="00A02BA2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A21EB"/>
    <w:rsid w:val="00AB053C"/>
    <w:rsid w:val="00AB4BD3"/>
    <w:rsid w:val="00AC5F90"/>
    <w:rsid w:val="00AD0BEF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85264"/>
    <w:rsid w:val="00B90885"/>
    <w:rsid w:val="00BA084E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2770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151D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86C4F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B43A7"/>
    <w:rsid w:val="00CC460C"/>
    <w:rsid w:val="00CD6897"/>
    <w:rsid w:val="00CE1FAF"/>
    <w:rsid w:val="00CE5BAC"/>
    <w:rsid w:val="00CF15CD"/>
    <w:rsid w:val="00CF25BE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4BB0"/>
    <w:rsid w:val="00D16C55"/>
    <w:rsid w:val="00D17C3C"/>
    <w:rsid w:val="00D229E6"/>
    <w:rsid w:val="00D25A21"/>
    <w:rsid w:val="00D26B2C"/>
    <w:rsid w:val="00D30392"/>
    <w:rsid w:val="00D3246F"/>
    <w:rsid w:val="00D352C9"/>
    <w:rsid w:val="00D415F6"/>
    <w:rsid w:val="00D41632"/>
    <w:rsid w:val="00D42036"/>
    <w:rsid w:val="00D425B2"/>
    <w:rsid w:val="00D428D6"/>
    <w:rsid w:val="00D4387E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B3A64"/>
    <w:rsid w:val="00DC6F0A"/>
    <w:rsid w:val="00DD038F"/>
    <w:rsid w:val="00DE09C0"/>
    <w:rsid w:val="00DE1D18"/>
    <w:rsid w:val="00DE4A14"/>
    <w:rsid w:val="00DE55FC"/>
    <w:rsid w:val="00DE6A44"/>
    <w:rsid w:val="00DF320D"/>
    <w:rsid w:val="00DF6822"/>
    <w:rsid w:val="00DF71C8"/>
    <w:rsid w:val="00E008C4"/>
    <w:rsid w:val="00E02C28"/>
    <w:rsid w:val="00E05DDB"/>
    <w:rsid w:val="00E07280"/>
    <w:rsid w:val="00E07290"/>
    <w:rsid w:val="00E10FAF"/>
    <w:rsid w:val="00E120D5"/>
    <w:rsid w:val="00E1259D"/>
    <w:rsid w:val="00E129B8"/>
    <w:rsid w:val="00E21E7D"/>
    <w:rsid w:val="00E22B98"/>
    <w:rsid w:val="00E22FBC"/>
    <w:rsid w:val="00E24BF5"/>
    <w:rsid w:val="00E25338"/>
    <w:rsid w:val="00E30C98"/>
    <w:rsid w:val="00E420CA"/>
    <w:rsid w:val="00E51E44"/>
    <w:rsid w:val="00E53825"/>
    <w:rsid w:val="00E56979"/>
    <w:rsid w:val="00E61602"/>
    <w:rsid w:val="00E63348"/>
    <w:rsid w:val="00E64150"/>
    <w:rsid w:val="00E64B58"/>
    <w:rsid w:val="00E65604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3A5D"/>
    <w:rsid w:val="00E95FCF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B5AD1"/>
    <w:rsid w:val="00EC4899"/>
    <w:rsid w:val="00EC48CE"/>
    <w:rsid w:val="00EC767F"/>
    <w:rsid w:val="00ED03AB"/>
    <w:rsid w:val="00ED1A0C"/>
    <w:rsid w:val="00ED32D2"/>
    <w:rsid w:val="00ED7BA0"/>
    <w:rsid w:val="00ED7E07"/>
    <w:rsid w:val="00EE2330"/>
    <w:rsid w:val="00EE32DE"/>
    <w:rsid w:val="00EE5457"/>
    <w:rsid w:val="00EF786D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1B29"/>
    <w:rsid w:val="00F526AF"/>
    <w:rsid w:val="00F57C98"/>
    <w:rsid w:val="00F617C3"/>
    <w:rsid w:val="00F7066B"/>
    <w:rsid w:val="00F7283E"/>
    <w:rsid w:val="00F72BC7"/>
    <w:rsid w:val="00F74200"/>
    <w:rsid w:val="00F81A7A"/>
    <w:rsid w:val="00F829D8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43C9"/>
    <w:rsid w:val="00FD503F"/>
    <w:rsid w:val="00FD7589"/>
    <w:rsid w:val="00FD763F"/>
    <w:rsid w:val="00FE41EE"/>
    <w:rsid w:val="00FE584B"/>
    <w:rsid w:val="00FF016A"/>
    <w:rsid w:val="00FF1401"/>
    <w:rsid w:val="00FF5E7D"/>
    <w:rsid w:val="5911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D3C9"/>
  <w15:docId w15:val="{533C30E9-A967-4366-99DC-697846402E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03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38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D03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38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D038F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://www.kurshtml.edu.pl/html/zielony.html" TargetMode="Externa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B49921-E6D4-4156-9CB5-DB5B88087E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632CA2-3F90-4EEA-83C0-A34C782528EF}"/>
</file>

<file path=customXml/itemProps3.xml><?xml version="1.0" encoding="utf-8"?>
<ds:datastoreItem xmlns:ds="http://schemas.openxmlformats.org/officeDocument/2006/customXml" ds:itemID="{D4E65438-37D9-426E-95C8-A5AAA8E38314}"/>
</file>

<file path=customXml/itemProps4.xml><?xml version="1.0" encoding="utf-8"?>
<ds:datastoreItem xmlns:ds="http://schemas.openxmlformats.org/officeDocument/2006/customXml" ds:itemID="{2BFDFFE7-AE96-4C0A-A29D-08454DA5972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Wilk Sławomir</cp:lastModifiedBy>
  <cp:revision>64</cp:revision>
  <cp:lastPrinted>2019-02-06T12:12:00Z</cp:lastPrinted>
  <dcterms:created xsi:type="dcterms:W3CDTF">2020-10-27T09:25:00Z</dcterms:created>
  <dcterms:modified xsi:type="dcterms:W3CDTF">2021-09-30T06:57:03Z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